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E9309" w14:textId="27E69F95" w:rsidR="00E02511" w:rsidRDefault="00E02511" w:rsidP="003D2352">
      <w:pPr>
        <w:ind w:left="2127"/>
      </w:pPr>
    </w:p>
    <w:sectPr w:rsidR="00E02511" w:rsidSect="00D8441D">
      <w:headerReference w:type="default" r:id="rId7"/>
      <w:footerReference w:type="default" r:id="rId8"/>
      <w:type w:val="continuous"/>
      <w:pgSz w:w="11900" w:h="16840"/>
      <w:pgMar w:top="2760" w:right="1694" w:bottom="241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C8A5F" w14:textId="77777777" w:rsidR="00BE712A" w:rsidRDefault="00BE712A" w:rsidP="00096FCB">
      <w:r>
        <w:separator/>
      </w:r>
    </w:p>
  </w:endnote>
  <w:endnote w:type="continuationSeparator" w:id="0">
    <w:p w14:paraId="5D5028E5" w14:textId="77777777" w:rsidR="00BE712A" w:rsidRDefault="00BE712A" w:rsidP="0009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7704E" w14:textId="20B4A167" w:rsidR="003D2352" w:rsidRPr="00D03D91" w:rsidRDefault="005D73F7" w:rsidP="00D03D91">
    <w:pPr>
      <w:pStyle w:val="AltBilgi"/>
      <w:jc w:val="center"/>
      <w:rPr>
        <w:rFonts w:asciiTheme="majorHAnsi" w:hAnsiTheme="majorHAnsi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6E34DA" wp14:editId="497EE1B9">
          <wp:simplePos x="0" y="0"/>
          <wp:positionH relativeFrom="page">
            <wp:posOffset>539115</wp:posOffset>
          </wp:positionH>
          <wp:positionV relativeFrom="paragraph">
            <wp:posOffset>-603250</wp:posOffset>
          </wp:positionV>
          <wp:extent cx="6477000" cy="781050"/>
          <wp:effectExtent l="0" t="0" r="0" b="0"/>
          <wp:wrapNone/>
          <wp:docPr id="1894299656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B6E0C" w14:textId="77777777" w:rsidR="00BE712A" w:rsidRDefault="00BE712A" w:rsidP="00096FCB">
      <w:r>
        <w:separator/>
      </w:r>
    </w:p>
  </w:footnote>
  <w:footnote w:type="continuationSeparator" w:id="0">
    <w:p w14:paraId="65E0014C" w14:textId="77777777" w:rsidR="00BE712A" w:rsidRDefault="00BE712A" w:rsidP="00096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3FF38" w14:textId="77777777" w:rsidR="003D2352" w:rsidRDefault="001C1DE5" w:rsidP="00DA62CE">
    <w:pPr>
      <w:pStyle w:val="stBilgi"/>
    </w:pPr>
    <w:r>
      <w:rPr>
        <w:rFonts w:asciiTheme="majorHAnsi" w:hAnsiTheme="majorHAnsi"/>
        <w:noProof/>
      </w:rPr>
      <w:drawing>
        <wp:inline distT="0" distB="0" distL="0" distR="0" wp14:anchorId="1C8BE2E6" wp14:editId="3D8C55F7">
          <wp:extent cx="7556498" cy="1574800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9555" cy="1610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D2DBF"/>
    <w:multiLevelType w:val="hybridMultilevel"/>
    <w:tmpl w:val="4BB271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53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2A"/>
    <w:rsid w:val="00096FCB"/>
    <w:rsid w:val="001C1DE5"/>
    <w:rsid w:val="00241C68"/>
    <w:rsid w:val="0027071A"/>
    <w:rsid w:val="002A20D6"/>
    <w:rsid w:val="003B042C"/>
    <w:rsid w:val="003D2352"/>
    <w:rsid w:val="0041376B"/>
    <w:rsid w:val="004B29D2"/>
    <w:rsid w:val="00522655"/>
    <w:rsid w:val="0056469D"/>
    <w:rsid w:val="005771F3"/>
    <w:rsid w:val="005D73F7"/>
    <w:rsid w:val="00631F3F"/>
    <w:rsid w:val="00655129"/>
    <w:rsid w:val="00656CF4"/>
    <w:rsid w:val="0076413B"/>
    <w:rsid w:val="007954B1"/>
    <w:rsid w:val="008621F2"/>
    <w:rsid w:val="0089566F"/>
    <w:rsid w:val="00896C85"/>
    <w:rsid w:val="008E5535"/>
    <w:rsid w:val="009124B6"/>
    <w:rsid w:val="00980BD5"/>
    <w:rsid w:val="009B58F3"/>
    <w:rsid w:val="009D3662"/>
    <w:rsid w:val="00BD75C2"/>
    <w:rsid w:val="00BE712A"/>
    <w:rsid w:val="00C77ABC"/>
    <w:rsid w:val="00D03D91"/>
    <w:rsid w:val="00D04035"/>
    <w:rsid w:val="00D31899"/>
    <w:rsid w:val="00D7730B"/>
    <w:rsid w:val="00D8441D"/>
    <w:rsid w:val="00DA62CE"/>
    <w:rsid w:val="00E02511"/>
    <w:rsid w:val="00EC5DFC"/>
    <w:rsid w:val="00F2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9D03A0"/>
  <w14:defaultImageDpi w14:val="300"/>
  <w15:docId w15:val="{7C6A593E-78A3-40DB-8E2D-A619A0C0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96FCB"/>
  </w:style>
  <w:style w:type="paragraph" w:styleId="AltBilgi">
    <w:name w:val="footer"/>
    <w:basedOn w:val="Normal"/>
    <w:link w:val="AltBilgi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96FCB"/>
  </w:style>
  <w:style w:type="paragraph" w:styleId="BalonMetni">
    <w:name w:val="Balloon Text"/>
    <w:basedOn w:val="Normal"/>
    <w:link w:val="BalonMetniChar"/>
    <w:uiPriority w:val="99"/>
    <w:semiHidden/>
    <w:unhideWhenUsed/>
    <w:rsid w:val="00096FCB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096FCB"/>
    <w:rPr>
      <w:rFonts w:ascii="Lucida Grande" w:hAnsi="Lucida Grande" w:cs="Lucida Grande"/>
      <w:sz w:val="18"/>
      <w:szCs w:val="18"/>
    </w:rPr>
  </w:style>
  <w:style w:type="paragraph" w:styleId="ListeParagraf">
    <w:name w:val="List Paragraph"/>
    <w:basedOn w:val="Normal"/>
    <w:uiPriority w:val="34"/>
    <w:qFormat/>
    <w:rsid w:val="003D2352"/>
    <w:pPr>
      <w:ind w:left="708"/>
    </w:pPr>
    <w:rPr>
      <w:rFonts w:ascii="Times New Roman" w:eastAsia="Times New Roman" w:hAnsi="Times New Roman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gul.belli\Downloads\isu-antetli-en\isu-antetli-en\isu-antetli_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isu-antetli_ING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Links>
    <vt:vector size="12" baseType="variant">
      <vt:variant>
        <vt:i4>7536641</vt:i4>
      </vt:variant>
      <vt:variant>
        <vt:i4>2063</vt:i4>
      </vt:variant>
      <vt:variant>
        <vt:i4>1025</vt:i4>
      </vt:variant>
      <vt:variant>
        <vt:i4>1</vt:i4>
      </vt:variant>
      <vt:variant>
        <vt:lpwstr>ust</vt:lpwstr>
      </vt:variant>
      <vt:variant>
        <vt:lpwstr/>
      </vt:variant>
      <vt:variant>
        <vt:i4>7077909</vt:i4>
      </vt:variant>
      <vt:variant>
        <vt:i4>2068</vt:i4>
      </vt:variant>
      <vt:variant>
        <vt:i4>1026</vt:i4>
      </vt:variant>
      <vt:variant>
        <vt:i4>1</vt:i4>
      </vt:variant>
      <vt:variant>
        <vt:lpwstr>alt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isulab</dc:creator>
  <cp:keywords/>
  <dc:description/>
  <cp:lastModifiedBy>Aygül BELLİ, ISU</cp:lastModifiedBy>
  <cp:revision>2</cp:revision>
  <dcterms:created xsi:type="dcterms:W3CDTF">2023-03-28T08:36:00Z</dcterms:created>
  <dcterms:modified xsi:type="dcterms:W3CDTF">2024-07-26T13:01:00Z</dcterms:modified>
</cp:coreProperties>
</file>